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4B6" w:rsidRPr="00075D03" w:rsidRDefault="00B024B6" w:rsidP="00EF413D">
      <w:pPr>
        <w:pageBreakBefore/>
        <w:spacing w:after="0" w:line="240" w:lineRule="auto"/>
      </w:pPr>
      <w:r>
        <w:t>{{#foreach Order}}</w:t>
      </w:r>
    </w:p>
    <w:p w:rsidR="00B024B6" w:rsidRDefault="00B024B6" w:rsidP="00D1562C">
      <w:pPr>
        <w:spacing w:after="0" w:line="240" w:lineRule="auto"/>
        <w:jc w:val="right"/>
        <w:rPr>
          <w:b/>
          <w:noProof/>
          <w:sz w:val="56"/>
          <w:szCs w:val="56"/>
          <w:lang w:eastAsia="en-NZ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left:0;text-align:left;margin-left:1.5pt;margin-top:0;width:81pt;height:81pt;z-index:-251657728;visibility:visible">
            <v:imagedata r:id="rId5" o:title=""/>
          </v:shape>
        </w:pict>
      </w:r>
    </w:p>
    <w:p w:rsidR="00B024B6" w:rsidRPr="00FF1A26" w:rsidRDefault="00B024B6" w:rsidP="00FF1A26">
      <w:pPr>
        <w:spacing w:after="0" w:line="240" w:lineRule="auto"/>
        <w:jc w:val="right"/>
        <w:rPr>
          <w:b/>
          <w:sz w:val="56"/>
          <w:szCs w:val="56"/>
        </w:rPr>
      </w:pP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.5pt;margin-top:32.25pt;width:521.25pt;height:0;z-index:-251659776" o:connectortype="straight" wrapcoords="0 1 0 2 698 2 698 1 0 1" strokecolor="#0070c0" strokeweight="1.75pt">
            <w10:wrap type="tight"/>
          </v:shape>
        </w:pict>
      </w:r>
      <w:r>
        <w:rPr>
          <w:b/>
          <w:noProof/>
          <w:sz w:val="56"/>
          <w:szCs w:val="56"/>
          <w:lang w:eastAsia="en-NZ"/>
        </w:rPr>
        <w:t>Invoice</w:t>
      </w:r>
    </w:p>
    <w:p w:rsidR="00B024B6" w:rsidRDefault="00B024B6" w:rsidP="00166703">
      <w:pPr>
        <w:spacing w:after="0" w:line="240" w:lineRule="auto"/>
        <w:jc w:val="right"/>
      </w:pPr>
      <w:r>
        <w:t>{{Date}}</w:t>
      </w:r>
    </w:p>
    <w:p w:rsidR="00B024B6" w:rsidRDefault="00B024B6" w:rsidP="00D1562C">
      <w:pPr>
        <w:spacing w:after="0" w:line="240" w:lineRule="auto"/>
        <w:jc w:val="right"/>
      </w:pPr>
    </w:p>
    <w:p w:rsidR="00B024B6" w:rsidRDefault="00B024B6" w:rsidP="00D1562C">
      <w:pPr>
        <w:spacing w:after="0" w:line="240" w:lineRule="auto"/>
      </w:pPr>
    </w:p>
    <w:p w:rsidR="00B024B6" w:rsidRPr="00FF1A26" w:rsidRDefault="00B024B6" w:rsidP="00D1562C">
      <w:pPr>
        <w:spacing w:after="0" w:line="240" w:lineRule="auto"/>
        <w:rPr>
          <w:b/>
        </w:rPr>
      </w:pPr>
      <w:r w:rsidRPr="00E86BAE">
        <w:rPr>
          <w:b/>
        </w:rPr>
        <w:t>To</w:t>
      </w:r>
      <w:r>
        <w:rPr>
          <w:b/>
        </w:rPr>
        <w:t>:</w:t>
      </w:r>
    </w:p>
    <w:p w:rsidR="00B024B6" w:rsidRDefault="00B024B6" w:rsidP="00D37905">
      <w:pPr>
        <w:spacing w:after="0" w:line="240" w:lineRule="auto"/>
      </w:pPr>
      <w:r>
        <w:t>{{Address.Number}} {{Address.Street}}</w:t>
      </w:r>
    </w:p>
    <w:p w:rsidR="00B024B6" w:rsidRDefault="00B024B6" w:rsidP="00D37905">
      <w:pPr>
        <w:spacing w:after="0" w:line="240" w:lineRule="auto"/>
      </w:pPr>
      <w:r>
        <w:t>{{Address.Suburb}}</w:t>
      </w:r>
    </w:p>
    <w:p w:rsidR="00B024B6" w:rsidRDefault="00B024B6" w:rsidP="004D38A1">
      <w:pPr>
        <w:spacing w:after="0" w:line="240" w:lineRule="auto"/>
      </w:pPr>
      <w:r>
        <w:t>{{Address.City}}</w:t>
      </w:r>
    </w:p>
    <w:p w:rsidR="00B024B6" w:rsidRDefault="00B024B6" w:rsidP="008C7B14">
      <w:pPr>
        <w:spacing w:after="0" w:line="240" w:lineRule="auto"/>
      </w:pPr>
      <w:r>
        <w:t>{{PhoneNumber}}</w:t>
      </w:r>
    </w:p>
    <w:p w:rsidR="00B024B6" w:rsidRDefault="00B024B6" w:rsidP="008C7B14">
      <w:pPr>
        <w:spacing w:after="0" w:line="240" w:lineRule="auto"/>
      </w:pPr>
    </w:p>
    <w:p w:rsidR="00B024B6" w:rsidRDefault="00B024B6" w:rsidP="00D1562C">
      <w:pPr>
        <w:spacing w:after="0" w:line="240" w:lineRule="auto"/>
        <w:rPr>
          <w:b/>
        </w:rPr>
      </w:pPr>
      <w:r w:rsidRPr="00E86BAE">
        <w:rPr>
          <w:b/>
        </w:rPr>
        <w:t>Items Ordered: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3"/>
        <w:gridCol w:w="2677"/>
        <w:gridCol w:w="2758"/>
        <w:gridCol w:w="2544"/>
      </w:tblGrid>
      <w:tr w:rsidR="00B024B6" w:rsidRPr="00CF231E" w:rsidTr="00CF231E">
        <w:tc>
          <w:tcPr>
            <w:tcW w:w="2703" w:type="dxa"/>
            <w:shd w:val="clear" w:color="auto" w:fill="548DD4"/>
          </w:tcPr>
          <w:p w:rsidR="00B024B6" w:rsidRPr="00CF231E" w:rsidRDefault="00B024B6" w:rsidP="00CF231E">
            <w:pPr>
              <w:spacing w:after="0" w:line="240" w:lineRule="auto"/>
              <w:rPr>
                <w:b/>
              </w:rPr>
            </w:pPr>
            <w:r w:rsidRPr="00CF231E">
              <w:rPr>
                <w:b/>
              </w:rPr>
              <w:t>Item Name</w:t>
            </w:r>
          </w:p>
        </w:tc>
        <w:tc>
          <w:tcPr>
            <w:tcW w:w="2677" w:type="dxa"/>
            <w:shd w:val="clear" w:color="auto" w:fill="548DD4"/>
          </w:tcPr>
          <w:p w:rsidR="00B024B6" w:rsidRPr="00CF231E" w:rsidRDefault="00B024B6" w:rsidP="00CF231E">
            <w:pPr>
              <w:spacing w:after="0" w:line="240" w:lineRule="auto"/>
              <w:rPr>
                <w:b/>
              </w:rPr>
            </w:pPr>
            <w:r w:rsidRPr="00CF231E">
              <w:rPr>
                <w:b/>
              </w:rPr>
              <w:t>Price</w:t>
            </w:r>
          </w:p>
        </w:tc>
        <w:tc>
          <w:tcPr>
            <w:tcW w:w="2758" w:type="dxa"/>
            <w:shd w:val="clear" w:color="auto" w:fill="548DD4"/>
          </w:tcPr>
          <w:p w:rsidR="00B024B6" w:rsidRPr="00CF231E" w:rsidRDefault="00B024B6" w:rsidP="00CF231E">
            <w:pPr>
              <w:spacing w:after="0" w:line="240" w:lineRule="auto"/>
              <w:rPr>
                <w:b/>
              </w:rPr>
            </w:pPr>
            <w:r w:rsidRPr="00CF231E">
              <w:rPr>
                <w:b/>
              </w:rPr>
              <w:t>Quantity</w:t>
            </w:r>
          </w:p>
        </w:tc>
        <w:tc>
          <w:tcPr>
            <w:tcW w:w="2544" w:type="dxa"/>
            <w:shd w:val="clear" w:color="auto" w:fill="548DD4"/>
          </w:tcPr>
          <w:p w:rsidR="00B024B6" w:rsidRPr="00CF231E" w:rsidRDefault="00B024B6" w:rsidP="00CF23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Sub </w:t>
            </w:r>
            <w:r w:rsidRPr="00CF231E">
              <w:rPr>
                <w:b/>
              </w:rPr>
              <w:t>Total</w:t>
            </w:r>
          </w:p>
        </w:tc>
      </w:tr>
      <w:tr w:rsidR="00B024B6" w:rsidRPr="00CF231E" w:rsidTr="005C284E">
        <w:tc>
          <w:tcPr>
            <w:tcW w:w="2703" w:type="dxa"/>
            <w:tcBorders>
              <w:bottom w:val="single" w:sz="4" w:space="0" w:color="auto"/>
            </w:tcBorders>
          </w:tcPr>
          <w:p w:rsidR="00B024B6" w:rsidRPr="00CF231E" w:rsidRDefault="00B024B6" w:rsidP="00EF413D">
            <w:pPr>
              <w:spacing w:after="0" w:line="240" w:lineRule="auto"/>
            </w:pPr>
            <w:r>
              <w:t>{{#foreach Item}}{{Name}}</w:t>
            </w:r>
          </w:p>
        </w:tc>
        <w:tc>
          <w:tcPr>
            <w:tcW w:w="2677" w:type="dxa"/>
          </w:tcPr>
          <w:p w:rsidR="00B024B6" w:rsidRPr="00CF231E" w:rsidRDefault="00B024B6" w:rsidP="000A20A2">
            <w:pPr>
              <w:spacing w:after="0" w:line="240" w:lineRule="auto"/>
              <w:jc w:val="right"/>
            </w:pPr>
            <w:r>
              <w:t>${{Price}}</w:t>
            </w:r>
          </w:p>
        </w:tc>
        <w:tc>
          <w:tcPr>
            <w:tcW w:w="2758" w:type="dxa"/>
          </w:tcPr>
          <w:p w:rsidR="00B024B6" w:rsidRPr="00CF231E" w:rsidRDefault="00B024B6" w:rsidP="000A20A2">
            <w:pPr>
              <w:spacing w:after="0" w:line="240" w:lineRule="auto"/>
              <w:jc w:val="right"/>
            </w:pPr>
            <w:r>
              <w:t>X{{Quantity}}</w:t>
            </w:r>
          </w:p>
        </w:tc>
        <w:tc>
          <w:tcPr>
            <w:tcW w:w="2544" w:type="dxa"/>
          </w:tcPr>
          <w:p w:rsidR="00B024B6" w:rsidRPr="00CF231E" w:rsidRDefault="00B024B6" w:rsidP="00EF413D">
            <w:pPr>
              <w:spacing w:after="0" w:line="240" w:lineRule="auto"/>
              <w:jc w:val="right"/>
            </w:pPr>
            <w:r>
              <w:t>${{ItemTotal}}{{</w:t>
            </w:r>
            <w:r>
              <w:rPr>
                <w:noProof/>
              </w:rPr>
              <w:t>/foreach Item</w:t>
            </w:r>
            <w:r>
              <w:t>}}</w:t>
            </w:r>
          </w:p>
        </w:tc>
      </w:tr>
      <w:tr w:rsidR="00B024B6" w:rsidRPr="00CF231E" w:rsidTr="005C284E">
        <w:tc>
          <w:tcPr>
            <w:tcW w:w="27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24B6" w:rsidRPr="00CF231E" w:rsidRDefault="00B024B6" w:rsidP="00CF231E">
            <w:pPr>
              <w:spacing w:after="0" w:line="240" w:lineRule="auto"/>
            </w:pPr>
          </w:p>
        </w:tc>
        <w:tc>
          <w:tcPr>
            <w:tcW w:w="2677" w:type="dxa"/>
            <w:tcBorders>
              <w:left w:val="nil"/>
              <w:bottom w:val="nil"/>
            </w:tcBorders>
          </w:tcPr>
          <w:p w:rsidR="00B024B6" w:rsidRPr="00CF231E" w:rsidRDefault="00B024B6" w:rsidP="00CF231E">
            <w:pPr>
              <w:spacing w:after="0" w:line="240" w:lineRule="auto"/>
            </w:pPr>
          </w:p>
        </w:tc>
        <w:tc>
          <w:tcPr>
            <w:tcW w:w="2758" w:type="dxa"/>
            <w:shd w:val="clear" w:color="auto" w:fill="BFBFBF"/>
          </w:tcPr>
          <w:p w:rsidR="00B024B6" w:rsidRPr="00CF231E" w:rsidRDefault="00B024B6" w:rsidP="00E7330C">
            <w:pPr>
              <w:spacing w:after="0" w:line="240" w:lineRule="auto"/>
              <w:jc w:val="right"/>
              <w:rPr>
                <w:b/>
                <w:i/>
              </w:rPr>
            </w:pPr>
            <w:r w:rsidRPr="00CF231E">
              <w:rPr>
                <w:b/>
                <w:i/>
              </w:rPr>
              <w:t>Total Cost</w:t>
            </w:r>
            <w:r>
              <w:rPr>
                <w:b/>
                <w:i/>
              </w:rPr>
              <w:t>:</w:t>
            </w:r>
          </w:p>
        </w:tc>
        <w:tc>
          <w:tcPr>
            <w:tcW w:w="2544" w:type="dxa"/>
            <w:shd w:val="clear" w:color="auto" w:fill="BFBFBF"/>
          </w:tcPr>
          <w:p w:rsidR="00B024B6" w:rsidRPr="00561BEB" w:rsidRDefault="00B024B6" w:rsidP="000A20A2">
            <w:pPr>
              <w:spacing w:after="0" w:line="240" w:lineRule="auto"/>
              <w:jc w:val="right"/>
            </w:pPr>
            <w:r>
              <w:t>${{Total}}</w:t>
            </w:r>
          </w:p>
        </w:tc>
      </w:tr>
    </w:tbl>
    <w:p w:rsidR="00B024B6" w:rsidRDefault="00B024B6" w:rsidP="009975C8">
      <w:pPr>
        <w:spacing w:after="0" w:line="240" w:lineRule="auto"/>
      </w:pPr>
    </w:p>
    <w:p w:rsidR="00B024B6" w:rsidRDefault="00B024B6" w:rsidP="00D1562C">
      <w:pPr>
        <w:spacing w:after="0" w:line="240" w:lineRule="auto"/>
      </w:pPr>
      <w:r>
        <w:rPr>
          <w:noProof/>
          <w:lang w:val="en-US"/>
        </w:rPr>
        <w:pict>
          <v:shape id="_x0000_s1028" type="#_x0000_t32" style="position:absolute;margin-left:1.5pt;margin-top:8.4pt;width:521.25pt;height:0;z-index:-251658752" o:connectortype="straight" wrapcoords="0 1 0 2 698 2 698 1 0 1" strokecolor="#0070c0" strokeweight="1.75pt">
            <w10:wrap type="tight"/>
          </v:shape>
        </w:pict>
      </w:r>
    </w:p>
    <w:p w:rsidR="00B024B6" w:rsidRDefault="00B024B6" w:rsidP="0070257F">
      <w:pPr>
        <w:spacing w:after="0" w:line="240" w:lineRule="auto"/>
        <w:jc w:val="center"/>
        <w:rPr>
          <w:b/>
        </w:rPr>
      </w:pPr>
      <w:r w:rsidRPr="009975C8">
        <w:rPr>
          <w:b/>
        </w:rPr>
        <w:t>Thank you for your purchase</w:t>
      </w:r>
    </w:p>
    <w:p w:rsidR="00B024B6" w:rsidRDefault="00B024B6" w:rsidP="0070257F">
      <w:pPr>
        <w:spacing w:after="0" w:line="240" w:lineRule="auto"/>
        <w:jc w:val="center"/>
        <w:rPr>
          <w:b/>
        </w:rPr>
      </w:pPr>
    </w:p>
    <w:p w:rsidR="00B024B6" w:rsidRDefault="00B024B6" w:rsidP="0070257F">
      <w:pPr>
        <w:spacing w:after="0" w:line="240" w:lineRule="auto"/>
        <w:jc w:val="center"/>
        <w:rPr>
          <w:b/>
        </w:rPr>
      </w:pPr>
    </w:p>
    <w:p w:rsidR="00B024B6" w:rsidRDefault="00B024B6" w:rsidP="0070257F">
      <w:pPr>
        <w:spacing w:after="0" w:line="240" w:lineRule="auto"/>
        <w:jc w:val="center"/>
        <w:rPr>
          <w:b/>
        </w:rPr>
      </w:pPr>
    </w:p>
    <w:p w:rsidR="00B024B6" w:rsidRDefault="00B024B6" w:rsidP="0070257F">
      <w:pPr>
        <w:spacing w:after="0" w:line="240" w:lineRule="auto"/>
        <w:jc w:val="center"/>
        <w:rPr>
          <w:b/>
        </w:rPr>
      </w:pPr>
    </w:p>
    <w:p w:rsidR="00B024B6" w:rsidRDefault="00B024B6" w:rsidP="0070257F">
      <w:pPr>
        <w:spacing w:after="0" w:line="240" w:lineRule="auto"/>
        <w:jc w:val="center"/>
        <w:rPr>
          <w:b/>
        </w:rPr>
      </w:pPr>
    </w:p>
    <w:p w:rsidR="00B024B6" w:rsidRDefault="00B024B6" w:rsidP="0070257F">
      <w:pPr>
        <w:spacing w:after="0" w:line="240" w:lineRule="auto"/>
        <w:jc w:val="center"/>
        <w:rPr>
          <w:b/>
        </w:rPr>
      </w:pPr>
    </w:p>
    <w:p w:rsidR="00B024B6" w:rsidRPr="00F97559" w:rsidRDefault="00B024B6" w:rsidP="00254F67">
      <w:pPr>
        <w:spacing w:after="0" w:line="240" w:lineRule="auto"/>
      </w:pPr>
      <w:r>
        <w:t>{{</w:t>
      </w:r>
      <w:r>
        <w:rPr>
          <w:noProof/>
        </w:rPr>
        <w:t>/foreach Order</w:t>
      </w:r>
      <w:r>
        <w:t>}}</w:t>
      </w:r>
    </w:p>
    <w:p w:rsidR="00B024B6" w:rsidRDefault="00B024B6" w:rsidP="00D1562C">
      <w:pPr>
        <w:spacing w:after="0" w:line="240" w:lineRule="auto"/>
      </w:pPr>
    </w:p>
    <w:sectPr w:rsidR="00B024B6" w:rsidSect="009975C8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DD9"/>
    <w:multiLevelType w:val="hybridMultilevel"/>
    <w:tmpl w:val="ABC66E3C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62C"/>
    <w:rsid w:val="00020C40"/>
    <w:rsid w:val="00051678"/>
    <w:rsid w:val="00071ED8"/>
    <w:rsid w:val="0007476C"/>
    <w:rsid w:val="000755B4"/>
    <w:rsid w:val="00075D03"/>
    <w:rsid w:val="00081837"/>
    <w:rsid w:val="000A20A2"/>
    <w:rsid w:val="00157528"/>
    <w:rsid w:val="00166703"/>
    <w:rsid w:val="00192AC7"/>
    <w:rsid w:val="001D54D1"/>
    <w:rsid w:val="00254F67"/>
    <w:rsid w:val="002B2A46"/>
    <w:rsid w:val="002F2BCD"/>
    <w:rsid w:val="00373CEE"/>
    <w:rsid w:val="00382AEC"/>
    <w:rsid w:val="00390C04"/>
    <w:rsid w:val="003B063E"/>
    <w:rsid w:val="003F32B3"/>
    <w:rsid w:val="00412936"/>
    <w:rsid w:val="00416C31"/>
    <w:rsid w:val="004D38A1"/>
    <w:rsid w:val="00511EB2"/>
    <w:rsid w:val="00557A85"/>
    <w:rsid w:val="00561BEB"/>
    <w:rsid w:val="0059463E"/>
    <w:rsid w:val="0059775B"/>
    <w:rsid w:val="005C284E"/>
    <w:rsid w:val="005D2C9F"/>
    <w:rsid w:val="0061203D"/>
    <w:rsid w:val="006133B3"/>
    <w:rsid w:val="0070257F"/>
    <w:rsid w:val="007302F8"/>
    <w:rsid w:val="00737825"/>
    <w:rsid w:val="00770AD3"/>
    <w:rsid w:val="00805BF1"/>
    <w:rsid w:val="00857946"/>
    <w:rsid w:val="008637A4"/>
    <w:rsid w:val="008C7B14"/>
    <w:rsid w:val="00924656"/>
    <w:rsid w:val="00966F91"/>
    <w:rsid w:val="00982220"/>
    <w:rsid w:val="0099556E"/>
    <w:rsid w:val="009975C8"/>
    <w:rsid w:val="009E5429"/>
    <w:rsid w:val="009F2FE7"/>
    <w:rsid w:val="00A24154"/>
    <w:rsid w:val="00A24555"/>
    <w:rsid w:val="00A928EF"/>
    <w:rsid w:val="00AA3712"/>
    <w:rsid w:val="00AC7980"/>
    <w:rsid w:val="00AE66DF"/>
    <w:rsid w:val="00B024B6"/>
    <w:rsid w:val="00B27B5D"/>
    <w:rsid w:val="00B37E7F"/>
    <w:rsid w:val="00B63A6B"/>
    <w:rsid w:val="00B93C4A"/>
    <w:rsid w:val="00C04D7F"/>
    <w:rsid w:val="00C22870"/>
    <w:rsid w:val="00C333E2"/>
    <w:rsid w:val="00CD200C"/>
    <w:rsid w:val="00CF231E"/>
    <w:rsid w:val="00D1562C"/>
    <w:rsid w:val="00D37905"/>
    <w:rsid w:val="00D42BAE"/>
    <w:rsid w:val="00D614E7"/>
    <w:rsid w:val="00D720D5"/>
    <w:rsid w:val="00D74A04"/>
    <w:rsid w:val="00D80853"/>
    <w:rsid w:val="00DC5849"/>
    <w:rsid w:val="00DE2B29"/>
    <w:rsid w:val="00E014D4"/>
    <w:rsid w:val="00E2665D"/>
    <w:rsid w:val="00E26B0A"/>
    <w:rsid w:val="00E400D5"/>
    <w:rsid w:val="00E7330C"/>
    <w:rsid w:val="00E86BAE"/>
    <w:rsid w:val="00ED7C82"/>
    <w:rsid w:val="00EF413D"/>
    <w:rsid w:val="00F42D8E"/>
    <w:rsid w:val="00F52F73"/>
    <w:rsid w:val="00F826FC"/>
    <w:rsid w:val="00F97559"/>
    <w:rsid w:val="00FC24EE"/>
    <w:rsid w:val="00FF1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B29"/>
    <w:pPr>
      <w:spacing w:after="200" w:line="276" w:lineRule="auto"/>
    </w:pPr>
    <w:rPr>
      <w:rFonts w:eastAsia="Times New Roman"/>
      <w:lang w:val="en-N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562C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D1562C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99"/>
    <w:rsid w:val="00D1562C"/>
    <w:rPr>
      <w:rFonts w:eastAsia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99"/>
    <w:rsid w:val="00D1562C"/>
    <w:rPr>
      <w:rFonts w:eastAsia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shd w:val="clear" w:color="auto" w:fill="4BACC6"/>
      </w:tcPr>
    </w:tblStylePr>
    <w:tblStylePr w:type="lastRow">
      <w:pPr>
        <w:spacing w:before="0" w:after="0"/>
      </w:p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ListParagraph">
    <w:name w:val="List Paragraph"/>
    <w:basedOn w:val="Normal"/>
    <w:uiPriority w:val="99"/>
    <w:qFormat/>
    <w:rsid w:val="005D2C9F"/>
    <w:pPr>
      <w:ind w:left="720"/>
      <w:contextualSpacing/>
    </w:pPr>
  </w:style>
  <w:style w:type="paragraph" w:styleId="BalloonText">
    <w:name w:val="Balloon Text"/>
    <w:basedOn w:val="Normal"/>
    <w:link w:val="BalloonTextChar1"/>
    <w:uiPriority w:val="99"/>
    <w:semiHidden/>
    <w:rsid w:val="0099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C21"/>
    <w:rPr>
      <w:rFonts w:ascii="Times New Roman" w:eastAsia="Times New Roman" w:hAnsi="Times New Roman"/>
      <w:sz w:val="0"/>
      <w:szCs w:val="0"/>
      <w:lang w:val="en-NZ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9975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52</Words>
  <Characters>302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{{#foreach Order}}</dc:title>
  <dc:subject/>
  <dc:creator>Adam</dc:creator>
  <cp:keywords/>
  <dc:description/>
  <cp:lastModifiedBy>Farooq Sheikh</cp:lastModifiedBy>
  <cp:revision>2</cp:revision>
  <dcterms:created xsi:type="dcterms:W3CDTF">2015-05-11T07:24:00Z</dcterms:created>
  <dcterms:modified xsi:type="dcterms:W3CDTF">2015-05-11T07:24:00Z</dcterms:modified>
</cp:coreProperties>
</file>